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B1D33" w14:textId="31E8EAD0" w:rsidR="003F06C5" w:rsidRPr="003F06C5" w:rsidRDefault="004572AD" w:rsidP="006B6BD5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>CANDIDATURA A DELEGADO/A – SUBDELEGADO/A</w:t>
      </w:r>
    </w:p>
    <w:p w14:paraId="2DBB207E" w14:textId="77777777" w:rsidR="003F06C5" w:rsidRPr="003F06C5" w:rsidRDefault="003F06C5" w:rsidP="00FD543A">
      <w:pPr>
        <w:jc w:val="both"/>
        <w:rPr>
          <w:rFonts w:ascii="Montserrat" w:hAnsi="Montserrat"/>
          <w:b/>
          <w:bCs/>
        </w:rPr>
      </w:pPr>
    </w:p>
    <w:p w14:paraId="46608223" w14:textId="27DFCCFC" w:rsidR="004572AD" w:rsidRPr="004572AD" w:rsidRDefault="004572AD" w:rsidP="004572AD">
      <w:pPr>
        <w:spacing w:line="360" w:lineRule="auto"/>
        <w:jc w:val="both"/>
        <w:rPr>
          <w:rFonts w:ascii="Montserrat" w:hAnsi="Montserrat"/>
        </w:rPr>
      </w:pPr>
      <w:r w:rsidRPr="004572AD">
        <w:rPr>
          <w:rFonts w:ascii="Montserrat" w:hAnsi="Montserrat"/>
        </w:rPr>
        <w:t>Yo, D/Dña. __________________________, con DNI __________-_, estud</w:t>
      </w:r>
      <w:r>
        <w:rPr>
          <w:rFonts w:ascii="Montserrat" w:hAnsi="Montserrat"/>
        </w:rPr>
        <w:t>i</w:t>
      </w:r>
      <w:r w:rsidRPr="004572AD">
        <w:rPr>
          <w:rFonts w:ascii="Montserrat" w:hAnsi="Montserrat"/>
        </w:rPr>
        <w:t>ante del ___</w:t>
      </w:r>
      <w:r>
        <w:rPr>
          <w:rFonts w:ascii="Montserrat" w:hAnsi="Montserrat"/>
        </w:rPr>
        <w:t xml:space="preserve"> </w:t>
      </w:r>
      <w:r w:rsidRPr="004572AD">
        <w:rPr>
          <w:rFonts w:ascii="Montserrat" w:hAnsi="Montserrat"/>
        </w:rPr>
        <w:t>curso del Grado/Máster ___________________________________________, presento mi candidatura a delegado/a de dicha titulación y para ello firmo en _________ a ____ de octubre de 2025.</w:t>
      </w:r>
    </w:p>
    <w:p w14:paraId="7F6D4DAE" w14:textId="77777777" w:rsidR="004572AD" w:rsidRPr="004572AD" w:rsidRDefault="004572AD" w:rsidP="004572AD">
      <w:pPr>
        <w:spacing w:line="360" w:lineRule="auto"/>
        <w:jc w:val="both"/>
        <w:rPr>
          <w:rFonts w:ascii="Montserrat" w:hAnsi="Montserrat"/>
        </w:rPr>
      </w:pPr>
    </w:p>
    <w:p w14:paraId="1F4A0BAB" w14:textId="77777777" w:rsidR="004572AD" w:rsidRPr="004572AD" w:rsidRDefault="004572AD" w:rsidP="004572AD">
      <w:pPr>
        <w:spacing w:line="360" w:lineRule="auto"/>
        <w:jc w:val="both"/>
        <w:rPr>
          <w:rFonts w:ascii="Montserrat" w:hAnsi="Montserrat"/>
        </w:rPr>
      </w:pPr>
    </w:p>
    <w:p w14:paraId="76AE518B" w14:textId="77777777" w:rsidR="004572AD" w:rsidRPr="004572AD" w:rsidRDefault="004572AD" w:rsidP="004572AD">
      <w:pPr>
        <w:spacing w:line="360" w:lineRule="auto"/>
        <w:jc w:val="both"/>
        <w:rPr>
          <w:rFonts w:ascii="Montserrat" w:hAnsi="Montserrat"/>
        </w:rPr>
      </w:pPr>
    </w:p>
    <w:p w14:paraId="187B4B11" w14:textId="77777777" w:rsidR="004572AD" w:rsidRPr="004572AD" w:rsidRDefault="004572AD" w:rsidP="004572AD">
      <w:pPr>
        <w:spacing w:line="360" w:lineRule="auto"/>
        <w:jc w:val="both"/>
        <w:rPr>
          <w:rFonts w:ascii="Montserrat" w:hAnsi="Montserrat"/>
        </w:rPr>
      </w:pPr>
    </w:p>
    <w:p w14:paraId="4CFB9188" w14:textId="16DB8DD0" w:rsidR="004572AD" w:rsidRPr="004572AD" w:rsidRDefault="004572AD" w:rsidP="004572AD">
      <w:pPr>
        <w:spacing w:line="360" w:lineRule="auto"/>
        <w:jc w:val="both"/>
        <w:rPr>
          <w:rFonts w:ascii="Montserrat" w:hAnsi="Montserrat"/>
        </w:rPr>
      </w:pPr>
      <w:r w:rsidRPr="004572AD">
        <w:rPr>
          <w:rFonts w:ascii="Montserrat" w:hAnsi="Montserrat"/>
        </w:rPr>
        <w:t>Fdo.</w:t>
      </w:r>
      <w:r>
        <w:rPr>
          <w:rFonts w:ascii="Montserrat" w:hAnsi="Montserrat"/>
        </w:rPr>
        <w:t xml:space="preserve"> </w:t>
      </w:r>
      <w:r w:rsidRPr="004572AD">
        <w:rPr>
          <w:rFonts w:ascii="Montserrat" w:hAnsi="Montserrat"/>
        </w:rPr>
        <w:t>____________</w:t>
      </w:r>
      <w:r>
        <w:rPr>
          <w:rFonts w:ascii="Montserrat" w:hAnsi="Montserrat"/>
        </w:rPr>
        <w:t>__________________</w:t>
      </w:r>
    </w:p>
    <w:p w14:paraId="375193FD" w14:textId="77777777" w:rsidR="004572AD" w:rsidRDefault="004572AD" w:rsidP="004572AD">
      <w:pPr>
        <w:spacing w:line="360" w:lineRule="auto"/>
        <w:jc w:val="both"/>
        <w:rPr>
          <w:rFonts w:ascii="Montserrat" w:hAnsi="Montserrat"/>
          <w:b/>
          <w:bCs/>
        </w:rPr>
      </w:pPr>
    </w:p>
    <w:p w14:paraId="5AEC1BC0" w14:textId="77777777" w:rsidR="004572AD" w:rsidRDefault="004572AD" w:rsidP="004572AD">
      <w:pPr>
        <w:spacing w:line="360" w:lineRule="auto"/>
        <w:jc w:val="both"/>
        <w:rPr>
          <w:rFonts w:ascii="Montserrat" w:hAnsi="Montserrat"/>
          <w:b/>
          <w:bCs/>
        </w:rPr>
      </w:pPr>
    </w:p>
    <w:p w14:paraId="7EB96DB2" w14:textId="77777777" w:rsidR="004572AD" w:rsidRDefault="004572AD" w:rsidP="004572AD">
      <w:pPr>
        <w:spacing w:line="360" w:lineRule="auto"/>
        <w:jc w:val="both"/>
        <w:rPr>
          <w:rFonts w:ascii="Montserrat" w:hAnsi="Montserrat"/>
          <w:b/>
          <w:bCs/>
        </w:rPr>
      </w:pPr>
    </w:p>
    <w:p w14:paraId="15D2D484" w14:textId="77777777" w:rsidR="004572AD" w:rsidRDefault="004572AD" w:rsidP="004572AD">
      <w:pPr>
        <w:spacing w:line="360" w:lineRule="auto"/>
        <w:jc w:val="both"/>
        <w:rPr>
          <w:rFonts w:ascii="Montserrat" w:hAnsi="Montserrat"/>
          <w:b/>
          <w:bCs/>
        </w:rPr>
      </w:pPr>
    </w:p>
    <w:p w14:paraId="4004306E" w14:textId="77777777" w:rsidR="004572AD" w:rsidRDefault="004572AD" w:rsidP="004572AD">
      <w:pPr>
        <w:spacing w:line="360" w:lineRule="auto"/>
        <w:jc w:val="both"/>
        <w:rPr>
          <w:rFonts w:ascii="Montserrat" w:hAnsi="Montserrat"/>
          <w:b/>
          <w:bCs/>
        </w:rPr>
      </w:pPr>
    </w:p>
    <w:p w14:paraId="7B8CAB3C" w14:textId="77777777" w:rsidR="004572AD" w:rsidRDefault="004572AD" w:rsidP="004572AD">
      <w:pPr>
        <w:spacing w:line="360" w:lineRule="auto"/>
        <w:jc w:val="both"/>
        <w:rPr>
          <w:rFonts w:ascii="Montserrat" w:hAnsi="Montserrat"/>
          <w:b/>
          <w:bCs/>
        </w:rPr>
      </w:pPr>
    </w:p>
    <w:p w14:paraId="2527A97E" w14:textId="77777777" w:rsidR="004572AD" w:rsidRDefault="004572AD" w:rsidP="004572AD">
      <w:pPr>
        <w:spacing w:line="360" w:lineRule="auto"/>
        <w:jc w:val="both"/>
        <w:rPr>
          <w:rFonts w:ascii="Montserrat" w:hAnsi="Montserrat"/>
          <w:b/>
          <w:bCs/>
        </w:rPr>
      </w:pPr>
    </w:p>
    <w:p w14:paraId="32FA7F60" w14:textId="77777777" w:rsidR="004572AD" w:rsidRDefault="004572AD" w:rsidP="004572AD">
      <w:pPr>
        <w:spacing w:line="360" w:lineRule="auto"/>
        <w:jc w:val="both"/>
        <w:rPr>
          <w:rFonts w:ascii="Montserrat" w:hAnsi="Montserrat"/>
          <w:b/>
          <w:bCs/>
        </w:rPr>
      </w:pPr>
    </w:p>
    <w:p w14:paraId="04909830" w14:textId="77777777" w:rsidR="004572AD" w:rsidRDefault="004572AD" w:rsidP="004572AD">
      <w:pPr>
        <w:spacing w:line="360" w:lineRule="auto"/>
        <w:jc w:val="both"/>
        <w:rPr>
          <w:rFonts w:ascii="Montserrat" w:hAnsi="Montserrat"/>
          <w:b/>
          <w:bCs/>
        </w:rPr>
      </w:pPr>
    </w:p>
    <w:p w14:paraId="2288541D" w14:textId="77777777" w:rsidR="004572AD" w:rsidRDefault="004572AD" w:rsidP="004572AD">
      <w:pPr>
        <w:spacing w:line="360" w:lineRule="auto"/>
        <w:jc w:val="both"/>
        <w:rPr>
          <w:rFonts w:ascii="Montserrat" w:hAnsi="Montserrat"/>
          <w:b/>
          <w:bCs/>
        </w:rPr>
      </w:pPr>
    </w:p>
    <w:p w14:paraId="69F473A7" w14:textId="77777777" w:rsidR="004572AD" w:rsidRDefault="004572AD" w:rsidP="004572AD">
      <w:pPr>
        <w:spacing w:line="360" w:lineRule="auto"/>
        <w:jc w:val="both"/>
        <w:rPr>
          <w:rFonts w:ascii="Montserrat" w:hAnsi="Montserrat"/>
          <w:b/>
          <w:bCs/>
        </w:rPr>
      </w:pPr>
    </w:p>
    <w:p w14:paraId="10C69792" w14:textId="77777777" w:rsidR="004572AD" w:rsidRDefault="004572AD" w:rsidP="004572AD">
      <w:pPr>
        <w:spacing w:line="360" w:lineRule="auto"/>
        <w:jc w:val="both"/>
        <w:rPr>
          <w:rFonts w:ascii="Montserrat" w:hAnsi="Montserrat"/>
          <w:b/>
          <w:bCs/>
        </w:rPr>
      </w:pPr>
    </w:p>
    <w:p w14:paraId="53D4D6F7" w14:textId="77777777" w:rsidR="004572AD" w:rsidRDefault="004572AD" w:rsidP="004572AD">
      <w:pPr>
        <w:spacing w:line="360" w:lineRule="auto"/>
        <w:jc w:val="both"/>
        <w:rPr>
          <w:rFonts w:ascii="Montserrat" w:hAnsi="Montserrat"/>
          <w:b/>
          <w:bCs/>
        </w:rPr>
      </w:pPr>
    </w:p>
    <w:p w14:paraId="3C19CC35" w14:textId="77777777" w:rsidR="004572AD" w:rsidRDefault="004572AD" w:rsidP="004572AD">
      <w:pPr>
        <w:spacing w:line="360" w:lineRule="auto"/>
        <w:jc w:val="both"/>
        <w:rPr>
          <w:rFonts w:ascii="Montserrat" w:hAnsi="Montserrat"/>
          <w:b/>
          <w:bCs/>
        </w:rPr>
      </w:pPr>
    </w:p>
    <w:p w14:paraId="72C08C8D" w14:textId="77777777" w:rsidR="00A97D34" w:rsidRDefault="00A97D34" w:rsidP="004572AD">
      <w:pPr>
        <w:spacing w:line="360" w:lineRule="auto"/>
        <w:jc w:val="both"/>
        <w:rPr>
          <w:rFonts w:ascii="Montserrat" w:hAnsi="Montserrat"/>
          <w:b/>
          <w:bCs/>
        </w:rPr>
      </w:pPr>
    </w:p>
    <w:p w14:paraId="42F1D10D" w14:textId="05C221BA" w:rsidR="004572AD" w:rsidRPr="004572AD" w:rsidRDefault="004572AD" w:rsidP="00A97D34">
      <w:pPr>
        <w:spacing w:line="360" w:lineRule="auto"/>
        <w:jc w:val="center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A la atención de la Delegación de Estudiantes de la Facultad/Escuela de ___________________________________________________________________________ (entregar en la Administración del Centro correspondiente)</w:t>
      </w:r>
    </w:p>
    <w:sectPr w:rsidR="004572AD" w:rsidRPr="004572AD" w:rsidSect="00106B42">
      <w:headerReference w:type="default" r:id="rId10"/>
      <w:footerReference w:type="default" r:id="rId11"/>
      <w:pgSz w:w="11900" w:h="16840"/>
      <w:pgMar w:top="1959" w:right="1270" w:bottom="1276" w:left="1559" w:header="0" w:footer="19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7A11C" w14:textId="77777777" w:rsidR="00BF3B57" w:rsidRDefault="00BF3B57" w:rsidP="003336CB">
      <w:r>
        <w:separator/>
      </w:r>
    </w:p>
  </w:endnote>
  <w:endnote w:type="continuationSeparator" w:id="0">
    <w:p w14:paraId="455091B6" w14:textId="77777777" w:rsidR="00BF3B57" w:rsidRDefault="00BF3B57" w:rsidP="0033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3BFB0" w14:textId="282764CC" w:rsidR="000C5B27" w:rsidRDefault="00E90932">
    <w:pPr>
      <w:pStyle w:val="Piedepgina"/>
    </w:pPr>
    <w:r>
      <w:rPr>
        <w:noProof/>
        <w:lang w:val="es-ES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05C893F5" wp14:editId="59768536">
              <wp:simplePos x="0" y="0"/>
              <wp:positionH relativeFrom="column">
                <wp:posOffset>-363220</wp:posOffset>
              </wp:positionH>
              <wp:positionV relativeFrom="paragraph">
                <wp:posOffset>791845</wp:posOffset>
              </wp:positionV>
              <wp:extent cx="6065520" cy="274320"/>
              <wp:effectExtent l="0" t="0" r="0" b="0"/>
              <wp:wrapNone/>
              <wp:docPr id="9099822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5520" cy="274320"/>
                        <a:chOff x="0" y="0"/>
                        <a:chExt cx="6065520" cy="274320"/>
                      </a:xfrm>
                    </wpg:grpSpPr>
                    <pic:pic xmlns:pic="http://schemas.openxmlformats.org/drawingml/2006/picture">
                      <pic:nvPicPr>
                        <pic:cNvPr id="1323704910" name="Imagen 6" descr="DATOS:intdea confi:Universidad:logotipo universidad 2022:word:noviembre 2023:fondo-footer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1823" b="7464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552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  <wps:wsp>
                      <wps:cNvPr id="1924324747" name="Cuadro de texto 1924324747"/>
                      <wps:cNvSpPr txBox="1"/>
                      <wps:spPr>
                        <a:xfrm>
                          <a:off x="213360" y="45720"/>
                          <a:ext cx="53873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E53355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Campus de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Vegazana</w:t>
                            </w:r>
                            <w:proofErr w:type="spellEnd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, s/n, Ed. De Servicios, 1ª Planta, Puerta 110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987291649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2" w:history="1">
                              <w:r w:rsidRPr="000953C1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recjeule@unileon.es</w:t>
                              </w:r>
                            </w:hyperlink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3" w:history="1">
                              <w:r w:rsidRPr="00AF6630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https://ceule.unileon.es/</w:t>
                              </w:r>
                            </w:hyperlink>
                          </w:p>
                          <w:p w14:paraId="59EEF960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3FE1CC3D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54651D5F" w14:textId="77777777" w:rsidR="00E90932" w:rsidRPr="0083262B" w:rsidRDefault="00E90932" w:rsidP="00E90932">
                            <w:pP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5C893F5" id="Grupo 2" o:spid="_x0000_s1027" style="position:absolute;margin-left:-28.6pt;margin-top:62.35pt;width:477.6pt;height:21.6pt;z-index:251670528" coordsize="60655,27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lNs75&#10;GdV783Hjtqbbqt8yZrK/d/ZJmOn+4NrY1vsaCXJVH3Oe3TgaKggtFDIU89SmttMaapHRG90Z7P7i&#10;8q77uMe1ba9yZpdWkSWF/CnarOayz20cS9qmmpxqNFWrEAjl790OOve/de6//9Df49+691737r3X&#10;vfuvddG9uPr7917riA1+fp+Pp9fpz9fx791rJ49c/fut9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f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6" o:spid="_x0000_s1028" type="#_x0000_t75" alt="DATOS:intdea confi:Universidad:logotipo universidad 2022:word:noviembre 2023:fondo-footer.jpg" style="position:absolute;width:60655;height:4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">
                <v:imagedata r:id="rId4" o:title="fondo-footer" cropbottom="48921f" cropright="-1195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924324747" o:spid="_x0000_s1029" type="#_x0000_t202" style="position:absolute;left:2133;top:457;width:5387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" filled="f" stroked="f">
                <v:textbox>
                  <w:txbxContent>
                    <w:p w14:paraId="1EE53355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Campus de </w:t>
                      </w:r>
                      <w:proofErr w:type="spellStart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Vegazana</w:t>
                      </w:r>
                      <w:proofErr w:type="spellEnd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, s/n, Ed. De Servicios, 1ª Planta, Puerta 110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987291649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hyperlink r:id="rId5" w:history="1">
                        <w:r w:rsidRPr="000953C1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recjeule@unileon.es</w:t>
                        </w:r>
                      </w:hyperlink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 xml:space="preserve"> </w:t>
                      </w:r>
                      <w:hyperlink r:id="rId6" w:history="1">
                        <w:r w:rsidRPr="00AF6630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https://ceule.unileon.es/</w:t>
                        </w:r>
                      </w:hyperlink>
                    </w:p>
                    <w:p w14:paraId="59EEF960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3FE1CC3D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54651D5F" w14:textId="77777777" w:rsidR="00E90932" w:rsidRPr="0083262B" w:rsidRDefault="00E90932" w:rsidP="00E90932">
                      <w:pPr>
                        <w:rPr>
                          <w:rFonts w:ascii="Trebuchet MS" w:hAnsi="Trebuchet MS"/>
                          <w:color w:val="A6A6A6" w:themeColor="background1" w:themeShade="A6"/>
                          <w:sz w:val="1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C6748B">
      <w:rPr>
        <w:noProof/>
        <w:lang w:val="es-ES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3481956" wp14:editId="0545F231">
              <wp:simplePos x="0" y="0"/>
              <wp:positionH relativeFrom="column">
                <wp:posOffset>2070372</wp:posOffset>
              </wp:positionH>
              <wp:positionV relativeFrom="paragraph">
                <wp:posOffset>22860</wp:posOffset>
              </wp:positionV>
              <wp:extent cx="1257935" cy="609600"/>
              <wp:effectExtent l="0" t="0" r="0" b="0"/>
              <wp:wrapNone/>
              <wp:docPr id="8845370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57935" cy="609600"/>
                        <a:chOff x="0" y="0"/>
                        <a:chExt cx="1257935" cy="609600"/>
                      </a:xfrm>
                    </wpg:grpSpPr>
                    <pic:pic xmlns:pic="http://schemas.openxmlformats.org/drawingml/2006/picture">
                      <pic:nvPicPr>
                        <pic:cNvPr id="308166882" name="Imagen 7"/>
                        <pic:cNvPicPr>
                          <a:picLocks noChangeAspect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9115" cy="60960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49924401" name="Imagen 2" descr="Logotipo, nombre de la empresa&#10;&#10;El contenido generado por IA puede ser incorrecto.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alphaModFix amt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38175" y="23813"/>
                          <a:ext cx="61976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AAF91B6" id="Grupo 2" o:spid="_x0000_s1026" style="position:absolute;margin-left:163pt;margin-top:1.8pt;width:99.05pt;height:48pt;z-index:251667456" coordsize="12579,609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">
              <v:shape id="Imagen 7" o:spid="_x0000_s1027" type="#_x0000_t75" style="position:absolute;width:5391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">
                <v:imagedata r:id="rId9" o:title=""/>
              </v:shape>
              <v:shape id="Imagen 2" o:spid="_x0000_s1028" type="#_x0000_t75" alt="Logotipo, nombre de la empresa&#10;&#10;El contenido generado por IA puede ser incorrecto." style="position:absolute;left:6381;top:238;width:6198;height:57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">
                <v:imagedata r:id="rId10" o:title="Logotipo, nombre de la empresa&#10;&#10;El contenido generado por IA puede ser incorrecto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A81C1" w14:textId="77777777" w:rsidR="00BF3B57" w:rsidRDefault="00BF3B57" w:rsidP="003336CB">
      <w:r>
        <w:separator/>
      </w:r>
    </w:p>
  </w:footnote>
  <w:footnote w:type="continuationSeparator" w:id="0">
    <w:p w14:paraId="34805965" w14:textId="77777777" w:rsidR="00BF3B57" w:rsidRDefault="00BF3B57" w:rsidP="00333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61263" w14:textId="0983460E" w:rsidR="000C5B27" w:rsidRDefault="00B9480E" w:rsidP="003336CB">
    <w:pPr>
      <w:pStyle w:val="Encabezado"/>
    </w:pPr>
    <w:r>
      <w:rPr>
        <w:noProof/>
      </w:rPr>
      <w:drawing>
        <wp:anchor distT="0" distB="0" distL="114300" distR="114300" simplePos="0" relativeHeight="251668480" behindDoc="1" locked="0" layoutInCell="1" allowOverlap="1" wp14:anchorId="5A86A5B5" wp14:editId="22E590F0">
          <wp:simplePos x="0" y="0"/>
          <wp:positionH relativeFrom="column">
            <wp:posOffset>1076960</wp:posOffset>
          </wp:positionH>
          <wp:positionV relativeFrom="paragraph">
            <wp:posOffset>419100</wp:posOffset>
          </wp:positionV>
          <wp:extent cx="1133475" cy="393821"/>
          <wp:effectExtent l="0" t="0" r="0" b="6350"/>
          <wp:wrapNone/>
          <wp:docPr id="904407147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93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5B27">
      <w:rPr>
        <w:noProof/>
        <w:lang w:val="es-ES"/>
      </w:rPr>
      <w:drawing>
        <wp:anchor distT="0" distB="0" distL="114300" distR="114300" simplePos="0" relativeHeight="251663360" behindDoc="0" locked="0" layoutInCell="1" allowOverlap="1" wp14:anchorId="69D73D8E" wp14:editId="0F50C1A0">
          <wp:simplePos x="0" y="0"/>
          <wp:positionH relativeFrom="column">
            <wp:posOffset>-83820</wp:posOffset>
          </wp:positionH>
          <wp:positionV relativeFrom="paragraph">
            <wp:posOffset>342265</wp:posOffset>
          </wp:positionV>
          <wp:extent cx="1078865" cy="5270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versidad-de-leo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5270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2E3E35" wp14:editId="5915330C">
              <wp:simplePos x="0" y="0"/>
              <wp:positionH relativeFrom="column">
                <wp:posOffset>1984375</wp:posOffset>
              </wp:positionH>
              <wp:positionV relativeFrom="paragraph">
                <wp:posOffset>342265</wp:posOffset>
              </wp:positionV>
              <wp:extent cx="3721100" cy="990600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21100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12DF9F" w14:textId="53022F6E" w:rsidR="000C5B27" w:rsidRPr="00C6748B" w:rsidRDefault="00FD543A" w:rsidP="00372077">
                          <w:pPr>
                            <w:jc w:val="right"/>
                            <w:rPr>
                              <w:rFonts w:ascii="Montserrat" w:hAnsi="Montserrat"/>
                              <w:b/>
                              <w:bCs/>
                              <w:i/>
                              <w:szCs w:val="40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>ANEXO I</w:t>
                          </w:r>
                          <w:r w:rsidR="00CC6BF5"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>II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E3E35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56.25pt;margin-top:26.95pt;width:293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" filled="f" stroked="f">
              <v:textbox>
                <w:txbxContent>
                  <w:p w14:paraId="7A12DF9F" w14:textId="53022F6E" w:rsidR="000C5B27" w:rsidRPr="00C6748B" w:rsidRDefault="00FD543A" w:rsidP="00372077">
                    <w:pPr>
                      <w:jc w:val="right"/>
                      <w:rPr>
                        <w:rFonts w:ascii="Montserrat" w:hAnsi="Montserrat"/>
                        <w:b/>
                        <w:bCs/>
                        <w:i/>
                        <w:szCs w:val="40"/>
                      </w:rPr>
                    </w:pPr>
                    <w:r>
                      <w:rPr>
                        <w:rFonts w:ascii="Montserrat" w:hAnsi="Montserrat"/>
                        <w:b/>
                        <w:bCs/>
                        <w:szCs w:val="40"/>
                      </w:rPr>
                      <w:t>ANEXO I</w:t>
                    </w:r>
                    <w:r w:rsidR="00CC6BF5">
                      <w:rPr>
                        <w:rFonts w:ascii="Montserrat" w:hAnsi="Montserrat"/>
                        <w:b/>
                        <w:bCs/>
                        <w:szCs w:val="40"/>
                      </w:rPr>
                      <w:t>II</w:t>
                    </w:r>
                  </w:p>
                </w:txbxContent>
              </v:textbox>
            </v:shape>
          </w:pict>
        </mc:Fallback>
      </mc:AlternateContent>
    </w:r>
    <w:r w:rsidR="000C5B27">
      <w:rPr>
        <w:noProof/>
        <w:lang w:val="es-ES"/>
      </w:rPr>
      <w:drawing>
        <wp:anchor distT="0" distB="0" distL="114300" distR="114300" simplePos="0" relativeHeight="251664384" behindDoc="0" locked="0" layoutInCell="1" allowOverlap="1" wp14:anchorId="1D5436C1" wp14:editId="42C54EBF">
          <wp:simplePos x="0" y="0"/>
          <wp:positionH relativeFrom="column">
            <wp:posOffset>5681980</wp:posOffset>
          </wp:positionH>
          <wp:positionV relativeFrom="paragraph">
            <wp:posOffset>370254</wp:posOffset>
          </wp:positionV>
          <wp:extent cx="73025" cy="718820"/>
          <wp:effectExtent l="0" t="0" r="317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erd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25" cy="7188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555F56"/>
    <w:multiLevelType w:val="hybridMultilevel"/>
    <w:tmpl w:val="52E2FED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7070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48B"/>
    <w:rsid w:val="00046D99"/>
    <w:rsid w:val="000628EF"/>
    <w:rsid w:val="000C5B27"/>
    <w:rsid w:val="000D175A"/>
    <w:rsid w:val="00105DFA"/>
    <w:rsid w:val="00106B42"/>
    <w:rsid w:val="00143CFF"/>
    <w:rsid w:val="00160DF4"/>
    <w:rsid w:val="00196109"/>
    <w:rsid w:val="00230ACD"/>
    <w:rsid w:val="002E17F9"/>
    <w:rsid w:val="002F30A2"/>
    <w:rsid w:val="003336CB"/>
    <w:rsid w:val="00372077"/>
    <w:rsid w:val="003E4FC7"/>
    <w:rsid w:val="003F06C5"/>
    <w:rsid w:val="003F0B10"/>
    <w:rsid w:val="003F0C85"/>
    <w:rsid w:val="003F6B0B"/>
    <w:rsid w:val="00450B97"/>
    <w:rsid w:val="004572AD"/>
    <w:rsid w:val="00560BB0"/>
    <w:rsid w:val="005742A2"/>
    <w:rsid w:val="00587267"/>
    <w:rsid w:val="00632F61"/>
    <w:rsid w:val="00651E15"/>
    <w:rsid w:val="006B17B1"/>
    <w:rsid w:val="006B6BD5"/>
    <w:rsid w:val="006E4061"/>
    <w:rsid w:val="006F6407"/>
    <w:rsid w:val="007530E9"/>
    <w:rsid w:val="007A0B47"/>
    <w:rsid w:val="0083262B"/>
    <w:rsid w:val="00A052FA"/>
    <w:rsid w:val="00A849B7"/>
    <w:rsid w:val="00A97D34"/>
    <w:rsid w:val="00AA7C57"/>
    <w:rsid w:val="00B01372"/>
    <w:rsid w:val="00B267F6"/>
    <w:rsid w:val="00B34DC5"/>
    <w:rsid w:val="00B9480E"/>
    <w:rsid w:val="00BA712B"/>
    <w:rsid w:val="00BE1C06"/>
    <w:rsid w:val="00BF3B57"/>
    <w:rsid w:val="00C30E8A"/>
    <w:rsid w:val="00C34DCB"/>
    <w:rsid w:val="00C37713"/>
    <w:rsid w:val="00C6748B"/>
    <w:rsid w:val="00C94A2B"/>
    <w:rsid w:val="00CC6BF5"/>
    <w:rsid w:val="00CE707B"/>
    <w:rsid w:val="00D5688B"/>
    <w:rsid w:val="00D74F60"/>
    <w:rsid w:val="00DD37D3"/>
    <w:rsid w:val="00E90932"/>
    <w:rsid w:val="00FD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71C56A"/>
  <w14:defaultImageDpi w14:val="300"/>
  <w15:docId w15:val="{0B2D2856-CCC7-4852-BCFA-30AEDBEB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36CB"/>
  </w:style>
  <w:style w:type="paragraph" w:styleId="Piedepgina">
    <w:name w:val="footer"/>
    <w:basedOn w:val="Normal"/>
    <w:link w:val="Piedepgina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36CB"/>
  </w:style>
  <w:style w:type="paragraph" w:styleId="Textodeglobo">
    <w:name w:val="Balloon Text"/>
    <w:basedOn w:val="Normal"/>
    <w:link w:val="TextodegloboCar"/>
    <w:uiPriority w:val="99"/>
    <w:semiHidden/>
    <w:unhideWhenUsed/>
    <w:rsid w:val="003336C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336CB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FD543A"/>
    <w:pPr>
      <w:ind w:left="720"/>
      <w:contextualSpacing/>
    </w:pPr>
  </w:style>
  <w:style w:type="table" w:styleId="Tablaconcuadrcula">
    <w:name w:val="Table Grid"/>
    <w:basedOn w:val="Tablanormal"/>
    <w:uiPriority w:val="59"/>
    <w:rsid w:val="00FD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909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hyperlink" Target="https://ceule.unileon.es/" TargetMode="External"/><Relationship Id="rId7" Type="http://schemas.openxmlformats.org/officeDocument/2006/relationships/image" Target="media/image6.jpg"/><Relationship Id="rId2" Type="http://schemas.openxmlformats.org/officeDocument/2006/relationships/hyperlink" Target="mailto:recjeule@unileon.es" TargetMode="External"/><Relationship Id="rId1" Type="http://schemas.openxmlformats.org/officeDocument/2006/relationships/image" Target="media/image4.jpeg"/><Relationship Id="rId6" Type="http://schemas.openxmlformats.org/officeDocument/2006/relationships/hyperlink" Target="https://ceule.unileon.es/" TargetMode="External"/><Relationship Id="rId5" Type="http://schemas.openxmlformats.org/officeDocument/2006/relationships/hyperlink" Target="mailto:recjeule@unileon.es" TargetMode="External"/><Relationship Id="rId10" Type="http://schemas.openxmlformats.org/officeDocument/2006/relationships/image" Target="media/image9.png"/><Relationship Id="rId4" Type="http://schemas.openxmlformats.org/officeDocument/2006/relationships/image" Target="media/image5.jpeg"/><Relationship Id="rId9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MODELO%20INFORMES,%20SOLICITUDE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6A486F4A57AA4BAF956547AC440060" ma:contentTypeVersion="14" ma:contentTypeDescription="Crear nuevo documento." ma:contentTypeScope="" ma:versionID="ac89014a6209c9cebf0d1200a511492e">
  <xsd:schema xmlns:xsd="http://www.w3.org/2001/XMLSchema" xmlns:xs="http://www.w3.org/2001/XMLSchema" xmlns:p="http://schemas.microsoft.com/office/2006/metadata/properties" xmlns:ns2="ebad162c-657b-4a97-9db8-f144cf9ec2bb" xmlns:ns3="666a96fa-93f7-4a43-bd17-99be824b70c5" targetNamespace="http://schemas.microsoft.com/office/2006/metadata/properties" ma:root="true" ma:fieldsID="b4fcb3bf0dfb610bfede089809e26847" ns2:_="" ns3:_="">
    <xsd:import namespace="ebad162c-657b-4a97-9db8-f144cf9ec2bb"/>
    <xsd:import namespace="666a96fa-93f7-4a43-bd17-99be824b7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d162c-657b-4a97-9db8-f144cf9ec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06f323e-74b5-4964-80e5-f075df24ad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6a96fa-93f7-4a43-bd17-99be824b70c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8eab7e-26a5-4dd4-97da-4866b4dababa}" ma:internalName="TaxCatchAll" ma:showField="CatchAllData" ma:web="666a96fa-93f7-4a43-bd17-99be824b70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C9C1C3-16A6-4822-9548-D1526BABE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d162c-657b-4a97-9db8-f144cf9ec2bb"/>
    <ds:schemaRef ds:uri="666a96fa-93f7-4a43-bd17-99be824b7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988D08-0D7D-FD46-A974-349DD60915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EAEA0E-EA84-43F7-8E7A-A687F908DA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INFORMES, SOLICITUDES</Template>
  <TotalTime>24</TotalTime>
  <Pages>1</Pages>
  <Words>87</Words>
  <Characters>480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María Hernández Gordón</cp:lastModifiedBy>
  <cp:revision>16</cp:revision>
  <cp:lastPrinted>2025-10-07T13:19:00Z</cp:lastPrinted>
  <dcterms:created xsi:type="dcterms:W3CDTF">2025-03-21T09:48:00Z</dcterms:created>
  <dcterms:modified xsi:type="dcterms:W3CDTF">2025-10-10T15:59:00Z</dcterms:modified>
</cp:coreProperties>
</file>